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CBF25" w14:textId="77777777" w:rsidR="00C110F9" w:rsidRPr="005A6304" w:rsidRDefault="00167F22" w:rsidP="00FE27E8">
      <w:pPr>
        <w:jc w:val="right"/>
        <w:rPr>
          <w:rFonts w:ascii="Arial" w:hAnsi="Arial" w:cs="Arial"/>
          <w:b/>
          <w:spacing w:val="20"/>
          <w:position w:val="6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II.</w:t>
      </w:r>
    </w:p>
    <w:p w14:paraId="2D5DA0F2" w14:textId="77777777" w:rsidR="002A672E" w:rsidRPr="00ED4EBD" w:rsidRDefault="0040404C" w:rsidP="006858E5">
      <w:pPr>
        <w:jc w:val="center"/>
        <w:rPr>
          <w:rFonts w:ascii="Arial" w:hAnsi="Arial" w:cs="Arial"/>
          <w:b/>
          <w:sz w:val="22"/>
          <w:szCs w:val="22"/>
        </w:rPr>
      </w:pPr>
      <w:r w:rsidRPr="00ED4EBD">
        <w:rPr>
          <w:rFonts w:ascii="Arial" w:hAnsi="Arial" w:cs="Arial"/>
          <w:b/>
          <w:sz w:val="22"/>
          <w:szCs w:val="22"/>
        </w:rPr>
        <w:t>PŘEDKLÁDACÍ ZPRÁVA</w:t>
      </w:r>
    </w:p>
    <w:p w14:paraId="7BF427B9" w14:textId="77777777" w:rsidR="00C110F9" w:rsidRPr="00ED4EBD" w:rsidRDefault="00C110F9" w:rsidP="007F16DF">
      <w:pPr>
        <w:rPr>
          <w:rFonts w:ascii="Arial" w:hAnsi="Arial" w:cs="Arial"/>
          <w:sz w:val="22"/>
          <w:szCs w:val="22"/>
        </w:rPr>
      </w:pPr>
    </w:p>
    <w:p w14:paraId="60A4CCCE" w14:textId="77777777" w:rsidR="002440BD" w:rsidRPr="00ED4EBD" w:rsidRDefault="002440BD" w:rsidP="007F16DF">
      <w:pPr>
        <w:rPr>
          <w:rFonts w:ascii="Arial" w:hAnsi="Arial" w:cs="Arial"/>
          <w:sz w:val="22"/>
          <w:szCs w:val="22"/>
        </w:rPr>
      </w:pPr>
    </w:p>
    <w:p w14:paraId="2D51EA8E" w14:textId="049F89B4" w:rsidR="000B232E" w:rsidRPr="00B93BFF" w:rsidRDefault="000B232E" w:rsidP="000B232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B93BFF">
        <w:rPr>
          <w:rFonts w:ascii="Arial" w:hAnsi="Arial" w:cs="Arial"/>
          <w:sz w:val="22"/>
          <w:szCs w:val="22"/>
        </w:rPr>
        <w:t xml:space="preserve">Návrh na </w:t>
      </w:r>
      <w:r>
        <w:rPr>
          <w:rFonts w:ascii="Arial" w:hAnsi="Arial" w:cs="Arial"/>
          <w:sz w:val="22"/>
          <w:szCs w:val="22"/>
        </w:rPr>
        <w:t>udělení</w:t>
      </w:r>
      <w:r w:rsidRPr="00B93BFF">
        <w:rPr>
          <w:rFonts w:ascii="Arial" w:hAnsi="Arial" w:cs="Arial"/>
          <w:sz w:val="22"/>
          <w:szCs w:val="22"/>
        </w:rPr>
        <w:t xml:space="preserve"> </w:t>
      </w:r>
      <w:r w:rsidR="005B4006">
        <w:rPr>
          <w:rFonts w:ascii="Arial" w:hAnsi="Arial" w:cs="Arial"/>
          <w:sz w:val="22"/>
          <w:szCs w:val="22"/>
        </w:rPr>
        <w:t>„</w:t>
      </w:r>
      <w:r w:rsidRPr="00B93BFF">
        <w:rPr>
          <w:rFonts w:ascii="Arial" w:hAnsi="Arial" w:cs="Arial"/>
          <w:sz w:val="22"/>
          <w:szCs w:val="22"/>
        </w:rPr>
        <w:t>Národní ceny vlády Česká hlava</w:t>
      </w:r>
      <w:r w:rsidR="005F7934">
        <w:rPr>
          <w:rFonts w:ascii="Arial" w:hAnsi="Arial" w:cs="Arial"/>
          <w:sz w:val="22"/>
          <w:szCs w:val="22"/>
        </w:rPr>
        <w:t xml:space="preserve"> za rok 202</w:t>
      </w:r>
      <w:r w:rsidR="00B8396C">
        <w:rPr>
          <w:rFonts w:ascii="Arial" w:hAnsi="Arial" w:cs="Arial"/>
          <w:sz w:val="22"/>
          <w:szCs w:val="22"/>
        </w:rPr>
        <w:t>5</w:t>
      </w:r>
      <w:r w:rsidR="00ED2228">
        <w:rPr>
          <w:rFonts w:ascii="Arial" w:hAnsi="Arial" w:cs="Arial"/>
          <w:sz w:val="22"/>
          <w:szCs w:val="22"/>
        </w:rPr>
        <w:t>“</w:t>
      </w:r>
      <w:r w:rsidRPr="00B93BFF">
        <w:rPr>
          <w:rFonts w:ascii="Arial" w:hAnsi="Arial" w:cs="Arial"/>
          <w:sz w:val="22"/>
          <w:szCs w:val="22"/>
        </w:rPr>
        <w:t xml:space="preserve"> (dále jen „NCV“) je předkládán v souladu s</w:t>
      </w:r>
      <w:r>
        <w:rPr>
          <w:rFonts w:ascii="Arial" w:hAnsi="Arial" w:cs="Arial"/>
          <w:sz w:val="22"/>
          <w:szCs w:val="22"/>
        </w:rPr>
        <w:t xml:space="preserve"> nařízením vlády č. 71/2013 Sb.</w:t>
      </w:r>
      <w:r w:rsidR="003B31C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B93BFF">
        <w:rPr>
          <w:rFonts w:ascii="Arial" w:hAnsi="Arial" w:cs="Arial"/>
          <w:sz w:val="22"/>
          <w:szCs w:val="22"/>
        </w:rPr>
        <w:t>o podmínkách pro ocenění výsledků výzkumu, experimentálního vývoje a inovací</w:t>
      </w:r>
      <w:r w:rsidR="003B31CC">
        <w:rPr>
          <w:rFonts w:ascii="Arial" w:hAnsi="Arial" w:cs="Arial"/>
          <w:sz w:val="22"/>
          <w:szCs w:val="22"/>
        </w:rPr>
        <w:t>,</w:t>
      </w:r>
      <w:r w:rsidRPr="00B93B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ve znění pozdějších předpisů </w:t>
      </w:r>
      <w:r w:rsidRPr="00B93BFF">
        <w:rPr>
          <w:rFonts w:ascii="Arial" w:hAnsi="Arial" w:cs="Arial"/>
          <w:sz w:val="22"/>
          <w:szCs w:val="22"/>
        </w:rPr>
        <w:t>(dále jen „nařízení“).</w:t>
      </w:r>
    </w:p>
    <w:p w14:paraId="3AA01CC2" w14:textId="77777777" w:rsidR="000B232E" w:rsidRPr="003F3AB1" w:rsidRDefault="000B232E" w:rsidP="0002793B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93BFF">
        <w:rPr>
          <w:rFonts w:ascii="Arial" w:hAnsi="Arial" w:cs="Arial"/>
          <w:sz w:val="22"/>
          <w:szCs w:val="22"/>
        </w:rPr>
        <w:t xml:space="preserve">NCV </w:t>
      </w:r>
      <w:r w:rsidR="003F3AB1">
        <w:rPr>
          <w:rFonts w:ascii="Arial" w:hAnsi="Arial" w:cs="Arial"/>
          <w:sz w:val="22"/>
          <w:szCs w:val="22"/>
        </w:rPr>
        <w:t>je</w:t>
      </w:r>
      <w:r w:rsidRPr="00B93BFF">
        <w:rPr>
          <w:rFonts w:ascii="Arial" w:hAnsi="Arial" w:cs="Arial"/>
          <w:color w:val="000000"/>
          <w:sz w:val="22"/>
          <w:szCs w:val="22"/>
        </w:rPr>
        <w:t xml:space="preserve"> </w:t>
      </w:r>
      <w:r w:rsidR="003F3AB1" w:rsidRPr="003F3AB1">
        <w:rPr>
          <w:rFonts w:ascii="Arial" w:hAnsi="Arial" w:cs="Arial"/>
          <w:color w:val="000000"/>
          <w:sz w:val="22"/>
          <w:szCs w:val="22"/>
        </w:rPr>
        <w:t xml:space="preserve">udělována na základě ustanovení § 3 odst. 3 písm. e) zákona č. 130/2002 Sb., </w:t>
      </w:r>
      <w:r w:rsidR="003F3AB1">
        <w:rPr>
          <w:rFonts w:ascii="Arial" w:hAnsi="Arial" w:cs="Arial"/>
          <w:color w:val="000000"/>
          <w:sz w:val="22"/>
          <w:szCs w:val="22"/>
        </w:rPr>
        <w:t xml:space="preserve">                 </w:t>
      </w:r>
      <w:r w:rsidR="003F3AB1" w:rsidRPr="003F3AB1">
        <w:rPr>
          <w:rFonts w:ascii="Arial" w:hAnsi="Arial" w:cs="Arial"/>
          <w:color w:val="000000"/>
          <w:sz w:val="22"/>
          <w:szCs w:val="22"/>
        </w:rPr>
        <w:t xml:space="preserve">o podpoře výzkumu, experimentálního vývoje a inovací z veřejných prostředků a o změně některých souvisejících zákonů (zákon o podpoře výzkumu, experimentálního vývoje </w:t>
      </w:r>
      <w:r w:rsidR="003F3AB1">
        <w:rPr>
          <w:rFonts w:ascii="Arial" w:hAnsi="Arial" w:cs="Arial"/>
          <w:color w:val="000000"/>
          <w:sz w:val="22"/>
          <w:szCs w:val="22"/>
        </w:rPr>
        <w:t xml:space="preserve">                  </w:t>
      </w:r>
      <w:r w:rsidR="003F3AB1" w:rsidRPr="003F3AB1">
        <w:rPr>
          <w:rFonts w:ascii="Arial" w:hAnsi="Arial" w:cs="Arial"/>
          <w:color w:val="000000"/>
          <w:sz w:val="22"/>
          <w:szCs w:val="22"/>
        </w:rPr>
        <w:t xml:space="preserve">a inovací), ve znění pozdějších předpisů, </w:t>
      </w:r>
      <w:r w:rsidR="003F3AB1">
        <w:rPr>
          <w:rFonts w:ascii="Arial" w:hAnsi="Arial" w:cs="Arial"/>
          <w:color w:val="000000"/>
          <w:sz w:val="22"/>
          <w:szCs w:val="22"/>
        </w:rPr>
        <w:t xml:space="preserve">a dále podle </w:t>
      </w:r>
      <w:r w:rsidRPr="00B93BFF">
        <w:rPr>
          <w:rFonts w:ascii="Arial" w:hAnsi="Arial" w:cs="Arial"/>
          <w:color w:val="000000"/>
          <w:sz w:val="22"/>
          <w:szCs w:val="22"/>
        </w:rPr>
        <w:t xml:space="preserve">§ 1 odst. 1 písm. a) </w:t>
      </w:r>
      <w:r w:rsidR="000261DF">
        <w:rPr>
          <w:rFonts w:ascii="Arial" w:hAnsi="Arial" w:cs="Arial"/>
          <w:color w:val="000000"/>
          <w:sz w:val="22"/>
          <w:szCs w:val="22"/>
        </w:rPr>
        <w:t>bod</w:t>
      </w:r>
      <w:r w:rsidR="003F3AB1">
        <w:rPr>
          <w:rFonts w:ascii="Arial" w:hAnsi="Arial" w:cs="Arial"/>
          <w:color w:val="000000"/>
          <w:sz w:val="22"/>
          <w:szCs w:val="22"/>
        </w:rPr>
        <w:t>u</w:t>
      </w:r>
      <w:r w:rsidR="000261DF">
        <w:rPr>
          <w:rFonts w:ascii="Arial" w:hAnsi="Arial" w:cs="Arial"/>
          <w:color w:val="000000"/>
          <w:sz w:val="22"/>
          <w:szCs w:val="22"/>
        </w:rPr>
        <w:t xml:space="preserve"> 1 </w:t>
      </w:r>
      <w:r w:rsidRPr="00B93BFF">
        <w:rPr>
          <w:rFonts w:ascii="Arial" w:hAnsi="Arial" w:cs="Arial"/>
          <w:color w:val="000000"/>
          <w:sz w:val="22"/>
          <w:szCs w:val="22"/>
        </w:rPr>
        <w:t>nařízení. P</w:t>
      </w:r>
      <w:r w:rsidRPr="00E96606">
        <w:rPr>
          <w:rFonts w:ascii="Arial" w:hAnsi="Arial" w:cs="Arial"/>
          <w:color w:val="000000"/>
          <w:sz w:val="22"/>
          <w:szCs w:val="22"/>
        </w:rPr>
        <w:t xml:space="preserve">odle § 1 odst. 2 nařízení o udělení NCV rozhoduje vláda na návrh Rady pro výzkum, vývoj </w:t>
      </w:r>
      <w:r w:rsidR="003F3AB1" w:rsidRPr="00E96606">
        <w:rPr>
          <w:rFonts w:ascii="Arial" w:hAnsi="Arial" w:cs="Arial"/>
          <w:color w:val="000000"/>
          <w:sz w:val="22"/>
          <w:szCs w:val="22"/>
        </w:rPr>
        <w:t xml:space="preserve">       </w:t>
      </w:r>
      <w:r w:rsidRPr="00E96606">
        <w:rPr>
          <w:rFonts w:ascii="Arial" w:hAnsi="Arial" w:cs="Arial"/>
          <w:color w:val="000000"/>
          <w:sz w:val="22"/>
          <w:szCs w:val="22"/>
        </w:rPr>
        <w:t>a inovace (dále jen „Rada“).</w:t>
      </w:r>
      <w:r w:rsidRPr="00B93BFF">
        <w:rPr>
          <w:rFonts w:ascii="Arial" w:hAnsi="Arial" w:cs="Arial"/>
          <w:color w:val="000000"/>
          <w:sz w:val="22"/>
          <w:szCs w:val="22"/>
        </w:rPr>
        <w:t xml:space="preserve"> </w:t>
      </w:r>
      <w:r w:rsidRPr="00E96606">
        <w:rPr>
          <w:rFonts w:ascii="Arial" w:hAnsi="Arial" w:cs="Arial"/>
          <w:color w:val="000000"/>
          <w:sz w:val="22"/>
          <w:szCs w:val="22"/>
        </w:rPr>
        <w:t>Nositeli NCV náleží finanční ocenění ve výši 1 milionu Kč.</w:t>
      </w:r>
    </w:p>
    <w:p w14:paraId="2B7C09C8" w14:textId="53C26014" w:rsidR="000B232E" w:rsidRPr="00E96606" w:rsidRDefault="00B11469" w:rsidP="00E96606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E96606">
        <w:rPr>
          <w:rFonts w:ascii="Arial" w:hAnsi="Arial" w:cs="Arial"/>
          <w:color w:val="000000"/>
          <w:sz w:val="22"/>
          <w:szCs w:val="22"/>
        </w:rPr>
        <w:t>Návrhy</w:t>
      </w:r>
      <w:r w:rsidR="000B232E" w:rsidRPr="00E96606">
        <w:rPr>
          <w:rFonts w:ascii="Arial" w:hAnsi="Arial" w:cs="Arial"/>
          <w:color w:val="000000"/>
          <w:sz w:val="22"/>
          <w:szCs w:val="22"/>
        </w:rPr>
        <w:t xml:space="preserve"> na ocenění NCV se podávaly v termínu a způsobem vyhlášeným v projektu Česká hlava</w:t>
      </w:r>
      <w:r w:rsidR="00E96606" w:rsidRPr="00E96606">
        <w:rPr>
          <w:rFonts w:ascii="Arial" w:hAnsi="Arial" w:cs="Arial"/>
          <w:color w:val="000000"/>
          <w:sz w:val="22"/>
          <w:szCs w:val="22"/>
        </w:rPr>
        <w:t xml:space="preserve"> na webu ceskahlava.cz</w:t>
      </w:r>
      <w:r w:rsidR="005F7934" w:rsidRPr="00E96606">
        <w:rPr>
          <w:rFonts w:ascii="Arial" w:hAnsi="Arial" w:cs="Arial"/>
          <w:color w:val="000000"/>
          <w:sz w:val="22"/>
          <w:szCs w:val="22"/>
        </w:rPr>
        <w:t xml:space="preserve">, </w:t>
      </w:r>
      <w:r w:rsidR="008310DF" w:rsidRPr="00E96606">
        <w:rPr>
          <w:rFonts w:ascii="Arial" w:hAnsi="Arial" w:cs="Arial"/>
          <w:color w:val="000000"/>
          <w:sz w:val="22"/>
          <w:szCs w:val="22"/>
        </w:rPr>
        <w:t>vyzkum.</w:t>
      </w:r>
      <w:r w:rsidR="005F7934" w:rsidRPr="00E96606">
        <w:rPr>
          <w:rFonts w:ascii="Arial" w:hAnsi="Arial" w:cs="Arial"/>
          <w:color w:val="000000"/>
          <w:sz w:val="22"/>
          <w:szCs w:val="22"/>
        </w:rPr>
        <w:t xml:space="preserve">gov.cz a </w:t>
      </w:r>
      <w:r w:rsidR="008310DF" w:rsidRPr="00E96606">
        <w:rPr>
          <w:rFonts w:ascii="Arial" w:hAnsi="Arial" w:cs="Arial"/>
          <w:color w:val="000000"/>
          <w:sz w:val="22"/>
          <w:szCs w:val="22"/>
        </w:rPr>
        <w:t>vlada.</w:t>
      </w:r>
      <w:r w:rsidR="005F7934" w:rsidRPr="00E96606">
        <w:rPr>
          <w:rFonts w:ascii="Arial" w:hAnsi="Arial" w:cs="Arial"/>
          <w:color w:val="000000"/>
          <w:sz w:val="22"/>
          <w:szCs w:val="22"/>
        </w:rPr>
        <w:t>gov.</w:t>
      </w:r>
      <w:r w:rsidR="008310DF" w:rsidRPr="00E96606">
        <w:rPr>
          <w:rFonts w:ascii="Arial" w:hAnsi="Arial" w:cs="Arial"/>
          <w:color w:val="000000"/>
          <w:sz w:val="22"/>
          <w:szCs w:val="22"/>
        </w:rPr>
        <w:t>cz</w:t>
      </w:r>
      <w:r w:rsidR="000B232E" w:rsidRPr="00E96606">
        <w:rPr>
          <w:rFonts w:ascii="Arial" w:hAnsi="Arial" w:cs="Arial"/>
          <w:color w:val="000000"/>
          <w:sz w:val="22"/>
          <w:szCs w:val="22"/>
        </w:rPr>
        <w:t xml:space="preserve">. Radě bylo doručeno </w:t>
      </w:r>
      <w:r w:rsidR="00B8396C">
        <w:rPr>
          <w:rFonts w:ascii="Arial" w:hAnsi="Arial" w:cs="Arial"/>
          <w:color w:val="000000"/>
          <w:sz w:val="22"/>
          <w:szCs w:val="22"/>
        </w:rPr>
        <w:t>7</w:t>
      </w:r>
      <w:r w:rsidR="005C7749" w:rsidRPr="00E96606">
        <w:rPr>
          <w:rFonts w:ascii="Arial" w:hAnsi="Arial" w:cs="Arial"/>
          <w:color w:val="000000"/>
          <w:sz w:val="22"/>
          <w:szCs w:val="22"/>
        </w:rPr>
        <w:t> </w:t>
      </w:r>
      <w:r w:rsidR="000B232E" w:rsidRPr="00E96606">
        <w:rPr>
          <w:rFonts w:ascii="Arial" w:hAnsi="Arial" w:cs="Arial"/>
          <w:color w:val="000000"/>
          <w:sz w:val="22"/>
          <w:szCs w:val="22"/>
        </w:rPr>
        <w:t xml:space="preserve">návrhů </w:t>
      </w:r>
      <w:r w:rsidR="001958E8" w:rsidRPr="00E96606">
        <w:rPr>
          <w:rFonts w:ascii="Arial" w:hAnsi="Arial" w:cs="Arial"/>
          <w:color w:val="000000"/>
          <w:sz w:val="22"/>
          <w:szCs w:val="22"/>
        </w:rPr>
        <w:t>kandidátek</w:t>
      </w:r>
      <w:r w:rsidR="005F7934" w:rsidRPr="00E96606">
        <w:rPr>
          <w:rFonts w:ascii="Arial" w:hAnsi="Arial" w:cs="Arial"/>
          <w:color w:val="000000"/>
          <w:sz w:val="22"/>
          <w:szCs w:val="22"/>
        </w:rPr>
        <w:t xml:space="preserve"> a kandidátů</w:t>
      </w:r>
      <w:r w:rsidR="000B232E" w:rsidRPr="00E96606">
        <w:rPr>
          <w:rFonts w:ascii="Arial" w:hAnsi="Arial" w:cs="Arial"/>
          <w:color w:val="000000"/>
          <w:sz w:val="22"/>
          <w:szCs w:val="22"/>
        </w:rPr>
        <w:t xml:space="preserve"> na udělení NCV. </w:t>
      </w:r>
    </w:p>
    <w:p w14:paraId="50900630" w14:textId="601C5327" w:rsidR="000B232E" w:rsidRPr="00783DDD" w:rsidRDefault="00ED2228" w:rsidP="0002793B">
      <w:pPr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Na</w:t>
      </w:r>
      <w:r w:rsidR="000B232E">
        <w:rPr>
          <w:rFonts w:ascii="Arial" w:hAnsi="Arial" w:cs="Arial"/>
          <w:sz w:val="22"/>
          <w:szCs w:val="22"/>
          <w:u w:val="single"/>
        </w:rPr>
        <w:t xml:space="preserve"> udělení NCV </w:t>
      </w:r>
      <w:r w:rsidR="000B232E" w:rsidRPr="00783DDD">
        <w:rPr>
          <w:rFonts w:ascii="Arial" w:hAnsi="Arial" w:cs="Arial"/>
          <w:sz w:val="22"/>
          <w:szCs w:val="22"/>
          <w:u w:val="single"/>
        </w:rPr>
        <w:t>byli</w:t>
      </w:r>
      <w:r>
        <w:rPr>
          <w:rFonts w:ascii="Arial" w:hAnsi="Arial" w:cs="Arial"/>
          <w:sz w:val="22"/>
          <w:szCs w:val="22"/>
          <w:u w:val="single"/>
        </w:rPr>
        <w:t xml:space="preserve"> nominováni</w:t>
      </w:r>
      <w:r w:rsidR="008310DF">
        <w:rPr>
          <w:rFonts w:ascii="Arial" w:hAnsi="Arial" w:cs="Arial"/>
          <w:sz w:val="22"/>
          <w:szCs w:val="22"/>
          <w:u w:val="single"/>
        </w:rPr>
        <w:t xml:space="preserve"> (</w:t>
      </w:r>
      <w:r w:rsidR="00B8396C">
        <w:rPr>
          <w:rFonts w:ascii="Arial" w:hAnsi="Arial" w:cs="Arial"/>
          <w:sz w:val="22"/>
          <w:szCs w:val="22"/>
          <w:u w:val="single"/>
        </w:rPr>
        <w:t>7</w:t>
      </w:r>
      <w:r w:rsidR="005F7934">
        <w:rPr>
          <w:rFonts w:ascii="Arial" w:hAnsi="Arial" w:cs="Arial"/>
          <w:sz w:val="22"/>
          <w:szCs w:val="22"/>
          <w:u w:val="single"/>
        </w:rPr>
        <w:t xml:space="preserve"> </w:t>
      </w:r>
      <w:r w:rsidR="008310DF">
        <w:rPr>
          <w:rFonts w:ascii="Arial" w:hAnsi="Arial" w:cs="Arial"/>
          <w:sz w:val="22"/>
          <w:szCs w:val="22"/>
          <w:u w:val="single"/>
        </w:rPr>
        <w:t>platných nominací)</w:t>
      </w:r>
      <w:r w:rsidR="000B232E" w:rsidRPr="00783DDD">
        <w:rPr>
          <w:rFonts w:ascii="Arial" w:hAnsi="Arial" w:cs="Arial"/>
          <w:sz w:val="22"/>
          <w:szCs w:val="22"/>
          <w:u w:val="single"/>
        </w:rPr>
        <w:t>:</w:t>
      </w:r>
    </w:p>
    <w:p w14:paraId="298A122F" w14:textId="30E863AD" w:rsidR="008F47F8" w:rsidRDefault="008F47F8" w:rsidP="00094170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094170">
        <w:rPr>
          <w:rFonts w:ascii="Arial" w:hAnsi="Arial" w:cs="Arial"/>
          <w:b/>
          <w:sz w:val="22"/>
          <w:szCs w:val="22"/>
        </w:rPr>
        <w:t>prof. Dr. Ing. Jan Černocký</w:t>
      </w:r>
      <w:r>
        <w:rPr>
          <w:rFonts w:ascii="Arial" w:hAnsi="Arial" w:cs="Arial"/>
          <w:b/>
          <w:sz w:val="22"/>
          <w:szCs w:val="22"/>
        </w:rPr>
        <w:t>,</w:t>
      </w:r>
      <w:r w:rsidRPr="00094170">
        <w:rPr>
          <w:rFonts w:ascii="Arial" w:hAnsi="Arial" w:cs="Arial"/>
          <w:b/>
          <w:sz w:val="22"/>
          <w:szCs w:val="22"/>
        </w:rPr>
        <w:t xml:space="preserve"> </w:t>
      </w:r>
    </w:p>
    <w:p w14:paraId="3B7C7D7B" w14:textId="631B4DF1" w:rsidR="00094170" w:rsidRPr="00094170" w:rsidRDefault="00094170" w:rsidP="00094170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094170">
        <w:rPr>
          <w:rFonts w:ascii="Arial" w:hAnsi="Arial" w:cs="Arial"/>
          <w:b/>
          <w:sz w:val="22"/>
          <w:szCs w:val="22"/>
        </w:rPr>
        <w:t>prof. RNDr. Jan Hajič, Dr.</w:t>
      </w:r>
      <w:r>
        <w:rPr>
          <w:rFonts w:ascii="Arial" w:hAnsi="Arial" w:cs="Arial"/>
          <w:b/>
          <w:sz w:val="22"/>
          <w:szCs w:val="22"/>
        </w:rPr>
        <w:t>,</w:t>
      </w:r>
    </w:p>
    <w:p w14:paraId="542C0F24" w14:textId="77777777" w:rsidR="008F47F8" w:rsidRPr="00094170" w:rsidRDefault="008F47F8" w:rsidP="008F47F8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094170">
        <w:rPr>
          <w:rFonts w:ascii="Arial" w:hAnsi="Arial" w:cs="Arial"/>
          <w:b/>
          <w:sz w:val="22"/>
          <w:szCs w:val="22"/>
        </w:rPr>
        <w:t xml:space="preserve">doc. MVDr. Aleš Hampl, CSc., </w:t>
      </w:r>
    </w:p>
    <w:p w14:paraId="786C27E9" w14:textId="461143CF" w:rsidR="00094170" w:rsidRPr="00094170" w:rsidRDefault="00094170" w:rsidP="00094170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094170">
        <w:rPr>
          <w:rFonts w:ascii="Arial" w:hAnsi="Arial" w:cs="Arial"/>
          <w:b/>
          <w:sz w:val="22"/>
          <w:szCs w:val="22"/>
        </w:rPr>
        <w:t xml:space="preserve">Kateřina Chládková, MA, </w:t>
      </w:r>
    </w:p>
    <w:p w14:paraId="569945A8" w14:textId="291634E8" w:rsidR="00094170" w:rsidRPr="00094170" w:rsidRDefault="00094170" w:rsidP="00094170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094170">
        <w:rPr>
          <w:rFonts w:ascii="Arial" w:hAnsi="Arial" w:cs="Arial"/>
          <w:b/>
          <w:sz w:val="22"/>
          <w:szCs w:val="22"/>
        </w:rPr>
        <w:t xml:space="preserve">prof. RNDr. Julius Lukeš, CSc., </w:t>
      </w:r>
    </w:p>
    <w:p w14:paraId="402F97DE" w14:textId="63D4A995" w:rsidR="00094170" w:rsidRPr="00094170" w:rsidRDefault="00094170" w:rsidP="00094170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094170">
        <w:rPr>
          <w:rFonts w:ascii="Arial" w:hAnsi="Arial" w:cs="Arial"/>
          <w:b/>
          <w:sz w:val="22"/>
          <w:szCs w:val="22"/>
        </w:rPr>
        <w:t xml:space="preserve">prof. Ing. Jiří Neužil, CSc., </w:t>
      </w:r>
    </w:p>
    <w:p w14:paraId="0D3BFA22" w14:textId="0DEC8A29" w:rsidR="00094170" w:rsidRPr="00094170" w:rsidRDefault="008F47F8" w:rsidP="00094170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094170">
        <w:rPr>
          <w:rFonts w:ascii="Arial" w:hAnsi="Arial" w:cs="Arial"/>
          <w:b/>
          <w:sz w:val="22"/>
          <w:szCs w:val="22"/>
        </w:rPr>
        <w:t xml:space="preserve">prof. MUDr. Jan </w:t>
      </w:r>
      <w:proofErr w:type="spellStart"/>
      <w:r w:rsidRPr="00094170">
        <w:rPr>
          <w:rFonts w:ascii="Arial" w:hAnsi="Arial" w:cs="Arial"/>
          <w:b/>
          <w:sz w:val="22"/>
          <w:szCs w:val="22"/>
        </w:rPr>
        <w:t>Trka</w:t>
      </w:r>
      <w:proofErr w:type="spellEnd"/>
      <w:r w:rsidRPr="00094170">
        <w:rPr>
          <w:rFonts w:ascii="Arial" w:hAnsi="Arial" w:cs="Arial"/>
          <w:b/>
          <w:sz w:val="22"/>
          <w:szCs w:val="22"/>
        </w:rPr>
        <w:t>, Ph.D</w:t>
      </w:r>
      <w:r w:rsidR="00094170">
        <w:rPr>
          <w:rFonts w:ascii="Arial" w:hAnsi="Arial" w:cs="Arial"/>
          <w:b/>
          <w:sz w:val="22"/>
          <w:szCs w:val="22"/>
        </w:rPr>
        <w:t>.</w:t>
      </w:r>
    </w:p>
    <w:p w14:paraId="15E4691B" w14:textId="0F1B513B" w:rsidR="00106897" w:rsidRPr="00106897" w:rsidRDefault="000B232E" w:rsidP="00B0727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270DF">
        <w:rPr>
          <w:rFonts w:ascii="Arial" w:hAnsi="Arial" w:cs="Arial"/>
          <w:sz w:val="22"/>
          <w:szCs w:val="22"/>
        </w:rPr>
        <w:t>Rada na svém</w:t>
      </w:r>
      <w:r w:rsidR="006D42DB">
        <w:rPr>
          <w:rFonts w:ascii="Arial" w:hAnsi="Arial" w:cs="Arial"/>
          <w:sz w:val="22"/>
          <w:szCs w:val="22"/>
        </w:rPr>
        <w:t xml:space="preserve"> </w:t>
      </w:r>
      <w:r w:rsidR="005F7934">
        <w:rPr>
          <w:rFonts w:ascii="Arial" w:hAnsi="Arial" w:cs="Arial"/>
          <w:sz w:val="22"/>
          <w:szCs w:val="22"/>
        </w:rPr>
        <w:t>4</w:t>
      </w:r>
      <w:r w:rsidR="00B8396C">
        <w:rPr>
          <w:rFonts w:ascii="Arial" w:hAnsi="Arial" w:cs="Arial"/>
          <w:sz w:val="22"/>
          <w:szCs w:val="22"/>
        </w:rPr>
        <w:t>14</w:t>
      </w:r>
      <w:r w:rsidR="00B07276">
        <w:rPr>
          <w:rFonts w:ascii="Arial" w:hAnsi="Arial" w:cs="Arial"/>
          <w:sz w:val="22"/>
          <w:szCs w:val="22"/>
        </w:rPr>
        <w:t>.</w:t>
      </w:r>
      <w:r w:rsidR="008310DF">
        <w:rPr>
          <w:rFonts w:ascii="Arial" w:hAnsi="Arial" w:cs="Arial"/>
          <w:sz w:val="22"/>
          <w:szCs w:val="22"/>
        </w:rPr>
        <w:t xml:space="preserve"> zasedání dne </w:t>
      </w:r>
      <w:r w:rsidR="00B8396C">
        <w:rPr>
          <w:rFonts w:ascii="Arial" w:hAnsi="Arial" w:cs="Arial"/>
          <w:sz w:val="22"/>
          <w:szCs w:val="22"/>
        </w:rPr>
        <w:t>19</w:t>
      </w:r>
      <w:r w:rsidR="008310DF">
        <w:rPr>
          <w:rFonts w:ascii="Arial" w:hAnsi="Arial" w:cs="Arial"/>
          <w:sz w:val="22"/>
          <w:szCs w:val="22"/>
        </w:rPr>
        <w:t>. září 202</w:t>
      </w:r>
      <w:r w:rsidR="00B8396C">
        <w:rPr>
          <w:rFonts w:ascii="Arial" w:hAnsi="Arial" w:cs="Arial"/>
          <w:sz w:val="22"/>
          <w:szCs w:val="22"/>
        </w:rPr>
        <w:t>5</w:t>
      </w:r>
      <w:r w:rsidRPr="00A270DF">
        <w:rPr>
          <w:rFonts w:ascii="Arial" w:hAnsi="Arial" w:cs="Arial"/>
          <w:sz w:val="22"/>
          <w:szCs w:val="22"/>
        </w:rPr>
        <w:t xml:space="preserve"> v souladu § 3 odst. 1 písm</w:t>
      </w:r>
      <w:r w:rsidR="00EB7976" w:rsidRPr="00A270DF">
        <w:rPr>
          <w:rFonts w:ascii="Arial" w:hAnsi="Arial" w:cs="Arial"/>
          <w:sz w:val="22"/>
          <w:szCs w:val="22"/>
        </w:rPr>
        <w:t>.</w:t>
      </w:r>
      <w:r w:rsidRPr="00A270DF">
        <w:rPr>
          <w:rFonts w:ascii="Arial" w:hAnsi="Arial" w:cs="Arial"/>
          <w:sz w:val="22"/>
          <w:szCs w:val="22"/>
        </w:rPr>
        <w:t xml:space="preserve"> a) až c) nařízení a</w:t>
      </w:r>
      <w:r w:rsidR="00B56C09">
        <w:rPr>
          <w:rFonts w:ascii="Arial" w:hAnsi="Arial" w:cs="Arial"/>
          <w:sz w:val="22"/>
          <w:szCs w:val="22"/>
        </w:rPr>
        <w:t> </w:t>
      </w:r>
      <w:r w:rsidRPr="00A270DF">
        <w:rPr>
          <w:rFonts w:ascii="Arial" w:hAnsi="Arial" w:cs="Arial"/>
          <w:sz w:val="22"/>
          <w:szCs w:val="22"/>
        </w:rPr>
        <w:t xml:space="preserve">v souladu se svým Statutem a Jednacím řádem uskutečnila výběr kandidáta </w:t>
      </w:r>
      <w:r w:rsidR="00EC4D5E">
        <w:rPr>
          <w:rFonts w:ascii="Arial" w:hAnsi="Arial" w:cs="Arial"/>
          <w:sz w:val="22"/>
          <w:szCs w:val="22"/>
        </w:rPr>
        <w:t>tajnou volbou</w:t>
      </w:r>
      <w:r w:rsidRPr="00A270DF">
        <w:rPr>
          <w:rFonts w:ascii="Arial" w:hAnsi="Arial" w:cs="Arial"/>
          <w:sz w:val="22"/>
          <w:szCs w:val="22"/>
        </w:rPr>
        <w:t xml:space="preserve"> a předkládá vládě ke schválení návrh na udělení </w:t>
      </w:r>
      <w:r w:rsidR="00A257AB">
        <w:rPr>
          <w:rFonts w:ascii="Arial" w:hAnsi="Arial" w:cs="Arial"/>
          <w:sz w:val="22"/>
          <w:szCs w:val="22"/>
        </w:rPr>
        <w:t>NCV</w:t>
      </w:r>
      <w:r w:rsidR="00223E5A">
        <w:rPr>
          <w:rFonts w:ascii="Arial" w:hAnsi="Arial" w:cs="Arial"/>
          <w:sz w:val="22"/>
          <w:szCs w:val="22"/>
        </w:rPr>
        <w:t xml:space="preserve"> </w:t>
      </w:r>
      <w:r w:rsidR="00B8396C" w:rsidRPr="00B8396C">
        <w:rPr>
          <w:rFonts w:ascii="Arial" w:hAnsi="Arial" w:cs="Arial"/>
          <w:bCs/>
          <w:sz w:val="22"/>
          <w:szCs w:val="22"/>
        </w:rPr>
        <w:t>……………</w:t>
      </w:r>
      <w:r w:rsidR="00B8396C">
        <w:rPr>
          <w:rFonts w:ascii="Arial" w:hAnsi="Arial" w:cs="Arial"/>
          <w:bCs/>
          <w:sz w:val="22"/>
          <w:szCs w:val="22"/>
        </w:rPr>
        <w:t>…………</w:t>
      </w:r>
      <w:proofErr w:type="gramStart"/>
      <w:r w:rsidR="00B8396C">
        <w:rPr>
          <w:rFonts w:ascii="Arial" w:hAnsi="Arial" w:cs="Arial"/>
          <w:bCs/>
          <w:sz w:val="22"/>
          <w:szCs w:val="22"/>
        </w:rPr>
        <w:t>…</w:t>
      </w:r>
      <w:r w:rsidR="00B8396C" w:rsidRPr="00B8396C">
        <w:rPr>
          <w:rFonts w:ascii="Arial" w:hAnsi="Arial" w:cs="Arial"/>
          <w:bCs/>
          <w:sz w:val="22"/>
          <w:szCs w:val="22"/>
        </w:rPr>
        <w:t>….</w:t>
      </w:r>
      <w:proofErr w:type="gramEnd"/>
      <w:r w:rsidR="00E37F0F">
        <w:rPr>
          <w:rFonts w:ascii="Arial" w:hAnsi="Arial" w:cs="Arial"/>
          <w:sz w:val="22"/>
          <w:szCs w:val="22"/>
        </w:rPr>
        <w:t xml:space="preserve">, za </w:t>
      </w:r>
      <w:r w:rsidR="00E37F0F" w:rsidRPr="00E37F0F">
        <w:rPr>
          <w:rFonts w:ascii="Arial" w:hAnsi="Arial" w:cs="Arial"/>
          <w:sz w:val="22"/>
          <w:szCs w:val="22"/>
        </w:rPr>
        <w:t xml:space="preserve">mimořádný přínos ve </w:t>
      </w:r>
      <w:r w:rsidR="00B8396C">
        <w:rPr>
          <w:rFonts w:ascii="Arial" w:hAnsi="Arial" w:cs="Arial"/>
          <w:sz w:val="22"/>
          <w:szCs w:val="22"/>
        </w:rPr>
        <w:t>……………………..</w:t>
      </w:r>
      <w:r w:rsidR="00106897" w:rsidRPr="00106897">
        <w:rPr>
          <w:rFonts w:ascii="Arial" w:hAnsi="Arial" w:cs="Arial"/>
          <w:color w:val="000000"/>
          <w:sz w:val="22"/>
          <w:szCs w:val="22"/>
        </w:rPr>
        <w:t>.</w:t>
      </w:r>
      <w:r w:rsidR="00106897" w:rsidRPr="00106897">
        <w:rPr>
          <w:rFonts w:ascii="Arial" w:hAnsi="Arial" w:cs="Arial"/>
          <w:sz w:val="22"/>
          <w:szCs w:val="22"/>
        </w:rPr>
        <w:t xml:space="preserve"> </w:t>
      </w:r>
    </w:p>
    <w:p w14:paraId="76A0EB79" w14:textId="4174FA52" w:rsidR="000B232E" w:rsidRPr="00406576" w:rsidRDefault="00F40093" w:rsidP="000B232E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Profesní životopis </w:t>
      </w:r>
      <w:r w:rsidR="00B8396C">
        <w:rPr>
          <w:rStyle w:val="Siln"/>
          <w:rFonts w:ascii="Arial" w:hAnsi="Arial" w:cs="Arial"/>
          <w:b w:val="0"/>
          <w:color w:val="000000"/>
          <w:sz w:val="22"/>
          <w:szCs w:val="22"/>
        </w:rPr>
        <w:t>……………………</w:t>
      </w:r>
      <w:proofErr w:type="gramStart"/>
      <w:r w:rsidR="00B8396C">
        <w:rPr>
          <w:rStyle w:val="Siln"/>
          <w:rFonts w:ascii="Arial" w:hAnsi="Arial" w:cs="Arial"/>
          <w:b w:val="0"/>
          <w:color w:val="000000"/>
          <w:sz w:val="22"/>
          <w:szCs w:val="22"/>
        </w:rPr>
        <w:t>…….</w:t>
      </w:r>
      <w:proofErr w:type="gramEnd"/>
      <w:r w:rsidR="00B8396C">
        <w:rPr>
          <w:rStyle w:val="Siln"/>
          <w:rFonts w:ascii="Arial" w:hAnsi="Arial" w:cs="Arial"/>
          <w:b w:val="0"/>
          <w:color w:val="000000"/>
          <w:sz w:val="22"/>
          <w:szCs w:val="22"/>
        </w:rPr>
        <w:t>.</w:t>
      </w:r>
      <w:r w:rsidR="00834CA7">
        <w:rPr>
          <w:rFonts w:ascii="Arial" w:hAnsi="Arial" w:cs="Arial"/>
          <w:sz w:val="22"/>
          <w:szCs w:val="22"/>
        </w:rPr>
        <w:t xml:space="preserve"> </w:t>
      </w:r>
      <w:r w:rsidR="000B232E" w:rsidRPr="00FD4E25">
        <w:rPr>
          <w:rFonts w:ascii="Arial" w:hAnsi="Arial" w:cs="Arial"/>
          <w:sz w:val="22"/>
          <w:szCs w:val="22"/>
        </w:rPr>
        <w:t xml:space="preserve">a doporučující </w:t>
      </w:r>
      <w:r w:rsidR="00A0641B">
        <w:rPr>
          <w:rFonts w:ascii="Arial" w:hAnsi="Arial" w:cs="Arial"/>
          <w:sz w:val="22"/>
          <w:szCs w:val="22"/>
        </w:rPr>
        <w:t>posud</w:t>
      </w:r>
      <w:r w:rsidR="000B232E">
        <w:rPr>
          <w:rFonts w:ascii="Arial" w:hAnsi="Arial" w:cs="Arial"/>
          <w:sz w:val="22"/>
          <w:szCs w:val="22"/>
        </w:rPr>
        <w:t>k</w:t>
      </w:r>
      <w:r w:rsidR="00A0641B">
        <w:rPr>
          <w:rFonts w:ascii="Arial" w:hAnsi="Arial" w:cs="Arial"/>
          <w:sz w:val="22"/>
          <w:szCs w:val="22"/>
        </w:rPr>
        <w:t>y</w:t>
      </w:r>
      <w:r w:rsidR="000B232E">
        <w:rPr>
          <w:rFonts w:ascii="Arial" w:hAnsi="Arial" w:cs="Arial"/>
          <w:sz w:val="22"/>
          <w:szCs w:val="22"/>
        </w:rPr>
        <w:t xml:space="preserve"> odbo</w:t>
      </w:r>
      <w:r w:rsidR="00106897">
        <w:rPr>
          <w:rFonts w:ascii="Arial" w:hAnsi="Arial" w:cs="Arial"/>
          <w:sz w:val="22"/>
          <w:szCs w:val="22"/>
        </w:rPr>
        <w:t>rných nebo vědeckých pracovníků</w:t>
      </w:r>
      <w:r w:rsidR="00B07276">
        <w:rPr>
          <w:rFonts w:ascii="Arial" w:hAnsi="Arial" w:cs="Arial"/>
          <w:sz w:val="22"/>
          <w:szCs w:val="22"/>
        </w:rPr>
        <w:t xml:space="preserve"> </w:t>
      </w:r>
      <w:r w:rsidR="000B232E">
        <w:rPr>
          <w:rFonts w:ascii="Arial" w:hAnsi="Arial" w:cs="Arial"/>
          <w:sz w:val="22"/>
          <w:szCs w:val="22"/>
        </w:rPr>
        <w:t>o významu a přínosu práce navrhované</w:t>
      </w:r>
      <w:r w:rsidR="005F7934">
        <w:rPr>
          <w:rFonts w:ascii="Arial" w:hAnsi="Arial" w:cs="Arial"/>
          <w:sz w:val="22"/>
          <w:szCs w:val="22"/>
        </w:rPr>
        <w:t>ho</w:t>
      </w:r>
      <w:r w:rsidR="000B232E">
        <w:rPr>
          <w:rFonts w:ascii="Arial" w:hAnsi="Arial" w:cs="Arial"/>
          <w:sz w:val="22"/>
          <w:szCs w:val="22"/>
        </w:rPr>
        <w:t xml:space="preserve"> </w:t>
      </w:r>
      <w:r w:rsidR="005F7934">
        <w:rPr>
          <w:rFonts w:ascii="Arial" w:hAnsi="Arial" w:cs="Arial"/>
          <w:sz w:val="22"/>
          <w:szCs w:val="22"/>
        </w:rPr>
        <w:t>kandidáta</w:t>
      </w:r>
      <w:r w:rsidR="000B232E" w:rsidRPr="00FD4E25">
        <w:rPr>
          <w:rFonts w:ascii="Arial" w:hAnsi="Arial" w:cs="Arial"/>
          <w:sz w:val="22"/>
          <w:szCs w:val="22"/>
        </w:rPr>
        <w:t xml:space="preserve"> </w:t>
      </w:r>
      <w:r w:rsidR="000B232E">
        <w:rPr>
          <w:rFonts w:ascii="Arial" w:hAnsi="Arial" w:cs="Arial"/>
          <w:sz w:val="22"/>
          <w:szCs w:val="22"/>
        </w:rPr>
        <w:t>jsou uvedeny</w:t>
      </w:r>
      <w:r w:rsidR="000B232E" w:rsidRPr="00FD4E25">
        <w:rPr>
          <w:rFonts w:ascii="Arial" w:hAnsi="Arial" w:cs="Arial"/>
          <w:sz w:val="22"/>
          <w:szCs w:val="22"/>
        </w:rPr>
        <w:t xml:space="preserve"> v příloze (část III tohoto materiálu).</w:t>
      </w:r>
    </w:p>
    <w:p w14:paraId="167689C7" w14:textId="77FF5AD8" w:rsidR="000B232E" w:rsidRPr="00406576" w:rsidRDefault="000B232E" w:rsidP="000B232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06576">
        <w:rPr>
          <w:rFonts w:ascii="Arial" w:hAnsi="Arial" w:cs="Arial"/>
          <w:sz w:val="22"/>
          <w:szCs w:val="22"/>
        </w:rPr>
        <w:t>Udělení NCV neznamená zvýšený nárok na výd</w:t>
      </w:r>
      <w:r w:rsidR="00FD6AAC">
        <w:rPr>
          <w:rFonts w:ascii="Arial" w:hAnsi="Arial" w:cs="Arial"/>
          <w:sz w:val="22"/>
          <w:szCs w:val="22"/>
        </w:rPr>
        <w:t>a</w:t>
      </w:r>
      <w:r w:rsidR="008310DF">
        <w:rPr>
          <w:rFonts w:ascii="Arial" w:hAnsi="Arial" w:cs="Arial"/>
          <w:sz w:val="22"/>
          <w:szCs w:val="22"/>
        </w:rPr>
        <w:t>je státního rozpočtu v roce 202</w:t>
      </w:r>
      <w:r w:rsidR="00B8396C">
        <w:rPr>
          <w:rFonts w:ascii="Arial" w:hAnsi="Arial" w:cs="Arial"/>
          <w:sz w:val="22"/>
          <w:szCs w:val="22"/>
        </w:rPr>
        <w:t>5</w:t>
      </w:r>
      <w:r w:rsidRPr="00406576">
        <w:rPr>
          <w:rFonts w:ascii="Arial" w:hAnsi="Arial" w:cs="Arial"/>
          <w:sz w:val="22"/>
          <w:szCs w:val="22"/>
        </w:rPr>
        <w:t xml:space="preserve">. Finanční ocenění nositele jmenované ceny je poskytováno z výdajů na výzkum, </w:t>
      </w:r>
      <w:r w:rsidR="00EB7976">
        <w:rPr>
          <w:rFonts w:ascii="Arial" w:hAnsi="Arial" w:cs="Arial"/>
          <w:sz w:val="22"/>
          <w:szCs w:val="22"/>
        </w:rPr>
        <w:t xml:space="preserve">experimentální vývoj </w:t>
      </w:r>
      <w:r w:rsidR="00F8686B">
        <w:rPr>
          <w:rFonts w:ascii="Arial" w:hAnsi="Arial" w:cs="Arial"/>
          <w:sz w:val="22"/>
          <w:szCs w:val="22"/>
        </w:rPr>
        <w:t xml:space="preserve">   </w:t>
      </w:r>
      <w:r w:rsidR="00EB7976">
        <w:rPr>
          <w:rFonts w:ascii="Arial" w:hAnsi="Arial" w:cs="Arial"/>
          <w:sz w:val="22"/>
          <w:szCs w:val="22"/>
        </w:rPr>
        <w:t xml:space="preserve">a inovace </w:t>
      </w:r>
      <w:r w:rsidRPr="00406576">
        <w:rPr>
          <w:rFonts w:ascii="Arial" w:hAnsi="Arial" w:cs="Arial"/>
          <w:sz w:val="22"/>
          <w:szCs w:val="22"/>
        </w:rPr>
        <w:t>rozpočtové kapitoly Úřadu vlády České republiky a lze jej udělit pouze jedenkrát v kalendářním roce.</w:t>
      </w:r>
    </w:p>
    <w:p w14:paraId="5C9064D8" w14:textId="77777777" w:rsidR="000B232E" w:rsidRPr="00406576" w:rsidRDefault="000B232E" w:rsidP="000B232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06576">
        <w:rPr>
          <w:rFonts w:ascii="Arial" w:hAnsi="Arial" w:cs="Arial"/>
          <w:sz w:val="22"/>
          <w:szCs w:val="22"/>
        </w:rPr>
        <w:t>Materiál nemá negativní dopad na podnikatelské prostředí České republiky ani vliv na rovné postavení mužů a žen v České republice.</w:t>
      </w:r>
    </w:p>
    <w:p w14:paraId="359D3A85" w14:textId="6D26235B" w:rsidR="007C277A" w:rsidRPr="007C277A" w:rsidRDefault="007C277A" w:rsidP="007C277A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7C277A">
        <w:rPr>
          <w:rFonts w:ascii="Arial" w:hAnsi="Arial" w:cs="Arial"/>
          <w:sz w:val="22"/>
          <w:szCs w:val="22"/>
        </w:rPr>
        <w:t>Materiál byl rozeslán do připomínkového řízení dne …..</w:t>
      </w:r>
      <w:r w:rsidR="00E37F0F">
        <w:rPr>
          <w:rFonts w:ascii="Arial" w:hAnsi="Arial" w:cs="Arial"/>
          <w:sz w:val="22"/>
          <w:szCs w:val="22"/>
        </w:rPr>
        <w:t xml:space="preserve"> </w:t>
      </w:r>
      <w:r w:rsidRPr="007C277A">
        <w:rPr>
          <w:rFonts w:ascii="Arial" w:hAnsi="Arial" w:cs="Arial"/>
          <w:sz w:val="22"/>
          <w:szCs w:val="22"/>
        </w:rPr>
        <w:t>202</w:t>
      </w:r>
      <w:r w:rsidR="00B8396C">
        <w:rPr>
          <w:rFonts w:ascii="Arial" w:hAnsi="Arial" w:cs="Arial"/>
          <w:sz w:val="22"/>
          <w:szCs w:val="22"/>
        </w:rPr>
        <w:t>5</w:t>
      </w:r>
      <w:r w:rsidRPr="007C277A">
        <w:rPr>
          <w:rFonts w:ascii="Arial" w:hAnsi="Arial" w:cs="Arial"/>
          <w:sz w:val="22"/>
          <w:szCs w:val="22"/>
        </w:rPr>
        <w:t xml:space="preserve"> s termínem zaslání připomínek do</w:t>
      </w:r>
      <w:proofErr w:type="gramStart"/>
      <w:r w:rsidRPr="007C277A">
        <w:rPr>
          <w:rFonts w:ascii="Arial" w:hAnsi="Arial" w:cs="Arial"/>
          <w:sz w:val="22"/>
          <w:szCs w:val="22"/>
        </w:rPr>
        <w:t xml:space="preserve"> ….</w:t>
      </w:r>
      <w:proofErr w:type="gramEnd"/>
      <w:r w:rsidRPr="007C277A">
        <w:rPr>
          <w:rFonts w:ascii="Arial" w:hAnsi="Arial" w:cs="Arial"/>
          <w:sz w:val="22"/>
          <w:szCs w:val="22"/>
        </w:rPr>
        <w:t>. 202</w:t>
      </w:r>
      <w:r w:rsidR="00B8396C">
        <w:rPr>
          <w:rFonts w:ascii="Arial" w:hAnsi="Arial" w:cs="Arial"/>
          <w:sz w:val="22"/>
          <w:szCs w:val="22"/>
        </w:rPr>
        <w:t>5</w:t>
      </w:r>
      <w:r w:rsidRPr="007C277A">
        <w:rPr>
          <w:rFonts w:ascii="Arial" w:hAnsi="Arial" w:cs="Arial"/>
          <w:sz w:val="22"/>
          <w:szCs w:val="22"/>
        </w:rPr>
        <w:t>. V mezirezortním připomínkovém řízení byly</w:t>
      </w:r>
      <w:r w:rsidR="00E37F0F">
        <w:rPr>
          <w:rFonts w:ascii="Arial" w:hAnsi="Arial" w:cs="Arial"/>
          <w:sz w:val="22"/>
          <w:szCs w:val="22"/>
        </w:rPr>
        <w:t>/nebyly</w:t>
      </w:r>
      <w:r w:rsidRPr="007C277A">
        <w:rPr>
          <w:rFonts w:ascii="Arial" w:hAnsi="Arial" w:cs="Arial"/>
          <w:sz w:val="22"/>
          <w:szCs w:val="22"/>
        </w:rPr>
        <w:t xml:space="preserve"> uplatněny </w:t>
      </w:r>
      <w:r w:rsidR="00E37F0F">
        <w:rPr>
          <w:rFonts w:ascii="Arial" w:hAnsi="Arial" w:cs="Arial"/>
          <w:sz w:val="22"/>
          <w:szCs w:val="22"/>
        </w:rPr>
        <w:t>připomínky.</w:t>
      </w:r>
    </w:p>
    <w:p w14:paraId="6BDAC76C" w14:textId="77777777" w:rsidR="007C277A" w:rsidRPr="007C277A" w:rsidRDefault="007C277A" w:rsidP="007C277A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7C277A">
        <w:rPr>
          <w:rFonts w:ascii="Arial" w:hAnsi="Arial" w:cs="Arial"/>
          <w:sz w:val="22"/>
          <w:szCs w:val="22"/>
        </w:rPr>
        <w:t xml:space="preserve">Výsledek připomínkového řízení je uveden v části IV. </w:t>
      </w:r>
    </w:p>
    <w:p w14:paraId="2A798C3C" w14:textId="6C230012" w:rsidR="00A257AB" w:rsidRPr="003E5E06" w:rsidRDefault="007C277A" w:rsidP="007C277A">
      <w:pPr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7C277A">
        <w:rPr>
          <w:rFonts w:ascii="Arial" w:hAnsi="Arial" w:cs="Arial"/>
          <w:sz w:val="22"/>
          <w:szCs w:val="22"/>
        </w:rPr>
        <w:t>Materiál je předkládán vládě bez</w:t>
      </w:r>
      <w:r w:rsidR="00E37F0F">
        <w:rPr>
          <w:rFonts w:ascii="Arial" w:hAnsi="Arial" w:cs="Arial"/>
          <w:sz w:val="22"/>
          <w:szCs w:val="22"/>
        </w:rPr>
        <w:t xml:space="preserve"> rozporu/s rozpo</w:t>
      </w:r>
      <w:r w:rsidRPr="007C277A">
        <w:rPr>
          <w:rFonts w:ascii="Arial" w:hAnsi="Arial" w:cs="Arial"/>
          <w:sz w:val="22"/>
          <w:szCs w:val="22"/>
        </w:rPr>
        <w:t>rem.</w:t>
      </w:r>
    </w:p>
    <w:sectPr w:rsidR="00A257AB" w:rsidRPr="003E5E06">
      <w:footerReference w:type="default" r:id="rId6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D646E" w14:textId="77777777" w:rsidR="003B33B3" w:rsidRDefault="003B33B3">
      <w:r>
        <w:separator/>
      </w:r>
    </w:p>
  </w:endnote>
  <w:endnote w:type="continuationSeparator" w:id="0">
    <w:p w14:paraId="368D9506" w14:textId="77777777" w:rsidR="003B33B3" w:rsidRDefault="003B3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48162" w14:textId="1003C8B4" w:rsidR="00517DCD" w:rsidRPr="00C110F9" w:rsidRDefault="00517DCD" w:rsidP="00C110F9">
    <w:pPr>
      <w:pStyle w:val="Zpat"/>
      <w:jc w:val="center"/>
      <w:rPr>
        <w:sz w:val="20"/>
        <w:szCs w:val="20"/>
      </w:rPr>
    </w:pPr>
    <w:r w:rsidRPr="00C110F9">
      <w:rPr>
        <w:sz w:val="20"/>
        <w:szCs w:val="20"/>
      </w:rPr>
      <w:t xml:space="preserve">- </w:t>
    </w:r>
    <w:r w:rsidRPr="00C110F9">
      <w:rPr>
        <w:sz w:val="20"/>
        <w:szCs w:val="20"/>
      </w:rPr>
      <w:fldChar w:fldCharType="begin"/>
    </w:r>
    <w:r w:rsidRPr="00C110F9">
      <w:rPr>
        <w:sz w:val="20"/>
        <w:szCs w:val="20"/>
      </w:rPr>
      <w:instrText xml:space="preserve"> PAGE </w:instrText>
    </w:r>
    <w:r w:rsidRPr="00C110F9">
      <w:rPr>
        <w:sz w:val="20"/>
        <w:szCs w:val="20"/>
      </w:rPr>
      <w:fldChar w:fldCharType="separate"/>
    </w:r>
    <w:r w:rsidR="00E37F0F">
      <w:rPr>
        <w:noProof/>
        <w:sz w:val="20"/>
        <w:szCs w:val="20"/>
      </w:rPr>
      <w:t>1</w:t>
    </w:r>
    <w:r w:rsidRPr="00C110F9">
      <w:rPr>
        <w:sz w:val="20"/>
        <w:szCs w:val="20"/>
      </w:rPr>
      <w:fldChar w:fldCharType="end"/>
    </w:r>
    <w:r w:rsidRPr="00C110F9">
      <w:rPr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255AA" w14:textId="77777777" w:rsidR="003B33B3" w:rsidRDefault="003B33B3">
      <w:r>
        <w:separator/>
      </w:r>
    </w:p>
  </w:footnote>
  <w:footnote w:type="continuationSeparator" w:id="0">
    <w:p w14:paraId="28551001" w14:textId="77777777" w:rsidR="003B33B3" w:rsidRDefault="003B33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C0B"/>
    <w:rsid w:val="000261DF"/>
    <w:rsid w:val="0002793B"/>
    <w:rsid w:val="000353F8"/>
    <w:rsid w:val="000368B3"/>
    <w:rsid w:val="00055D23"/>
    <w:rsid w:val="0006162C"/>
    <w:rsid w:val="000924B8"/>
    <w:rsid w:val="00094170"/>
    <w:rsid w:val="00096A7B"/>
    <w:rsid w:val="0009712A"/>
    <w:rsid w:val="000B232E"/>
    <w:rsid w:val="000C6DE7"/>
    <w:rsid w:val="000D4E7A"/>
    <w:rsid w:val="000E0B3C"/>
    <w:rsid w:val="000E5A44"/>
    <w:rsid w:val="000E722B"/>
    <w:rsid w:val="00106897"/>
    <w:rsid w:val="00106A59"/>
    <w:rsid w:val="00107125"/>
    <w:rsid w:val="00122CA2"/>
    <w:rsid w:val="001421E9"/>
    <w:rsid w:val="00145664"/>
    <w:rsid w:val="00146537"/>
    <w:rsid w:val="001664DB"/>
    <w:rsid w:val="00167F22"/>
    <w:rsid w:val="0017769F"/>
    <w:rsid w:val="00193610"/>
    <w:rsid w:val="001958E8"/>
    <w:rsid w:val="001A0575"/>
    <w:rsid w:val="001B091B"/>
    <w:rsid w:val="001E0BBF"/>
    <w:rsid w:val="001F04A4"/>
    <w:rsid w:val="0021368C"/>
    <w:rsid w:val="00216D41"/>
    <w:rsid w:val="00223E5A"/>
    <w:rsid w:val="002331DE"/>
    <w:rsid w:val="00240B0B"/>
    <w:rsid w:val="002425E4"/>
    <w:rsid w:val="002440BD"/>
    <w:rsid w:val="002545D2"/>
    <w:rsid w:val="00255E01"/>
    <w:rsid w:val="0025633A"/>
    <w:rsid w:val="002705E7"/>
    <w:rsid w:val="00273C93"/>
    <w:rsid w:val="00282B01"/>
    <w:rsid w:val="002944BE"/>
    <w:rsid w:val="002A672E"/>
    <w:rsid w:val="002B101C"/>
    <w:rsid w:val="002B6C17"/>
    <w:rsid w:val="002C0E9D"/>
    <w:rsid w:val="002C340D"/>
    <w:rsid w:val="002F0CD1"/>
    <w:rsid w:val="003130CC"/>
    <w:rsid w:val="00342072"/>
    <w:rsid w:val="0035214E"/>
    <w:rsid w:val="00353CC0"/>
    <w:rsid w:val="00361DDC"/>
    <w:rsid w:val="00363D6E"/>
    <w:rsid w:val="00371422"/>
    <w:rsid w:val="00374BB1"/>
    <w:rsid w:val="003A59AF"/>
    <w:rsid w:val="003B14F0"/>
    <w:rsid w:val="003B31CC"/>
    <w:rsid w:val="003B33B3"/>
    <w:rsid w:val="003C56F6"/>
    <w:rsid w:val="003E5E06"/>
    <w:rsid w:val="003F0CA0"/>
    <w:rsid w:val="003F3AB1"/>
    <w:rsid w:val="0040404C"/>
    <w:rsid w:val="00406C16"/>
    <w:rsid w:val="00411368"/>
    <w:rsid w:val="00421876"/>
    <w:rsid w:val="00422CA2"/>
    <w:rsid w:val="004301D2"/>
    <w:rsid w:val="004370F9"/>
    <w:rsid w:val="00487C31"/>
    <w:rsid w:val="004B2D20"/>
    <w:rsid w:val="004B3E55"/>
    <w:rsid w:val="00517DCD"/>
    <w:rsid w:val="0054706F"/>
    <w:rsid w:val="005476CA"/>
    <w:rsid w:val="00560822"/>
    <w:rsid w:val="0056661A"/>
    <w:rsid w:val="005722FC"/>
    <w:rsid w:val="00574B2B"/>
    <w:rsid w:val="005A6304"/>
    <w:rsid w:val="005A7D3B"/>
    <w:rsid w:val="005B4006"/>
    <w:rsid w:val="005C0A2C"/>
    <w:rsid w:val="005C24AA"/>
    <w:rsid w:val="005C7749"/>
    <w:rsid w:val="005F5A1D"/>
    <w:rsid w:val="005F7934"/>
    <w:rsid w:val="00656F81"/>
    <w:rsid w:val="00671E86"/>
    <w:rsid w:val="006858E5"/>
    <w:rsid w:val="00687CA5"/>
    <w:rsid w:val="00696458"/>
    <w:rsid w:val="006B31B5"/>
    <w:rsid w:val="006C5896"/>
    <w:rsid w:val="006D0316"/>
    <w:rsid w:val="006D42DB"/>
    <w:rsid w:val="006D796A"/>
    <w:rsid w:val="006E70BC"/>
    <w:rsid w:val="00745DD1"/>
    <w:rsid w:val="00750547"/>
    <w:rsid w:val="007A02F4"/>
    <w:rsid w:val="007A0E35"/>
    <w:rsid w:val="007B237A"/>
    <w:rsid w:val="007C277A"/>
    <w:rsid w:val="007F16DF"/>
    <w:rsid w:val="007F5A35"/>
    <w:rsid w:val="00804CE1"/>
    <w:rsid w:val="00823F31"/>
    <w:rsid w:val="008310DF"/>
    <w:rsid w:val="00834CA7"/>
    <w:rsid w:val="0085300A"/>
    <w:rsid w:val="00894DD8"/>
    <w:rsid w:val="008A229A"/>
    <w:rsid w:val="008A3985"/>
    <w:rsid w:val="008B303C"/>
    <w:rsid w:val="008B3765"/>
    <w:rsid w:val="008C17A5"/>
    <w:rsid w:val="008C1953"/>
    <w:rsid w:val="008D7C79"/>
    <w:rsid w:val="008F47F8"/>
    <w:rsid w:val="008F6257"/>
    <w:rsid w:val="00923698"/>
    <w:rsid w:val="00942359"/>
    <w:rsid w:val="00950984"/>
    <w:rsid w:val="00972576"/>
    <w:rsid w:val="00975D9F"/>
    <w:rsid w:val="00990E91"/>
    <w:rsid w:val="009C28F9"/>
    <w:rsid w:val="009F4360"/>
    <w:rsid w:val="009F62CF"/>
    <w:rsid w:val="009F67BF"/>
    <w:rsid w:val="00A01CB4"/>
    <w:rsid w:val="00A0291F"/>
    <w:rsid w:val="00A0641B"/>
    <w:rsid w:val="00A21197"/>
    <w:rsid w:val="00A257AB"/>
    <w:rsid w:val="00A270DF"/>
    <w:rsid w:val="00A27EFC"/>
    <w:rsid w:val="00A4393B"/>
    <w:rsid w:val="00A46A23"/>
    <w:rsid w:val="00A579FF"/>
    <w:rsid w:val="00A60AF3"/>
    <w:rsid w:val="00A64189"/>
    <w:rsid w:val="00A81AA7"/>
    <w:rsid w:val="00A8681C"/>
    <w:rsid w:val="00A90BF6"/>
    <w:rsid w:val="00A97D5C"/>
    <w:rsid w:val="00AB5907"/>
    <w:rsid w:val="00AB5E61"/>
    <w:rsid w:val="00AC4CBB"/>
    <w:rsid w:val="00AD32CC"/>
    <w:rsid w:val="00AD6806"/>
    <w:rsid w:val="00AE6209"/>
    <w:rsid w:val="00B05259"/>
    <w:rsid w:val="00B07276"/>
    <w:rsid w:val="00B11469"/>
    <w:rsid w:val="00B52072"/>
    <w:rsid w:val="00B55052"/>
    <w:rsid w:val="00B56C09"/>
    <w:rsid w:val="00B7196C"/>
    <w:rsid w:val="00B8396C"/>
    <w:rsid w:val="00C0500D"/>
    <w:rsid w:val="00C066CA"/>
    <w:rsid w:val="00C110F9"/>
    <w:rsid w:val="00C30E9B"/>
    <w:rsid w:val="00C9742C"/>
    <w:rsid w:val="00CA3908"/>
    <w:rsid w:val="00CB4C0B"/>
    <w:rsid w:val="00CE46C7"/>
    <w:rsid w:val="00D10C7D"/>
    <w:rsid w:val="00D260C9"/>
    <w:rsid w:val="00D2795B"/>
    <w:rsid w:val="00D30F14"/>
    <w:rsid w:val="00D74E0C"/>
    <w:rsid w:val="00D80837"/>
    <w:rsid w:val="00D8204E"/>
    <w:rsid w:val="00D83BDD"/>
    <w:rsid w:val="00D9250E"/>
    <w:rsid w:val="00D97F62"/>
    <w:rsid w:val="00DA3CB5"/>
    <w:rsid w:val="00DA45D9"/>
    <w:rsid w:val="00DD4782"/>
    <w:rsid w:val="00E0734D"/>
    <w:rsid w:val="00E1384B"/>
    <w:rsid w:val="00E21982"/>
    <w:rsid w:val="00E37F0F"/>
    <w:rsid w:val="00E53135"/>
    <w:rsid w:val="00E553A4"/>
    <w:rsid w:val="00E575E7"/>
    <w:rsid w:val="00E5779E"/>
    <w:rsid w:val="00E95E14"/>
    <w:rsid w:val="00E96606"/>
    <w:rsid w:val="00EB11BC"/>
    <w:rsid w:val="00EB7976"/>
    <w:rsid w:val="00EC4D5E"/>
    <w:rsid w:val="00ED2228"/>
    <w:rsid w:val="00ED4EBD"/>
    <w:rsid w:val="00F40093"/>
    <w:rsid w:val="00F42F74"/>
    <w:rsid w:val="00F50898"/>
    <w:rsid w:val="00F63510"/>
    <w:rsid w:val="00F86284"/>
    <w:rsid w:val="00F8686B"/>
    <w:rsid w:val="00F93990"/>
    <w:rsid w:val="00FA09F6"/>
    <w:rsid w:val="00FD45EB"/>
    <w:rsid w:val="00FD6AAC"/>
    <w:rsid w:val="00FE27E8"/>
    <w:rsid w:val="00FF3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stroke weight="1.5pt"/>
    </o:shapedefaults>
    <o:shapelayout v:ext="edit">
      <o:idmap v:ext="edit" data="1"/>
    </o:shapelayout>
  </w:shapeDefaults>
  <w:decimalSymbol w:val=","/>
  <w:listSeparator w:val=";"/>
  <w14:docId w14:val="31814FF9"/>
  <w15:chartTrackingRefBased/>
  <w15:docId w15:val="{D37AD12D-2454-414A-945F-7515CDC0B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110F9"/>
    <w:pPr>
      <w:tabs>
        <w:tab w:val="center" w:pos="4536"/>
        <w:tab w:val="right" w:pos="9072"/>
      </w:tabs>
    </w:pPr>
  </w:style>
  <w:style w:type="character" w:styleId="Siln">
    <w:name w:val="Strong"/>
    <w:basedOn w:val="Standardnpsmoodstavce"/>
    <w:uiPriority w:val="22"/>
    <w:qFormat/>
    <w:rsid w:val="00106897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106897"/>
    <w:pPr>
      <w:spacing w:before="100" w:beforeAutospacing="1" w:after="100" w:afterAutospacing="1"/>
    </w:pPr>
  </w:style>
  <w:style w:type="character" w:styleId="Odkaznakoment">
    <w:name w:val="annotation reference"/>
    <w:basedOn w:val="Standardnpsmoodstavce"/>
    <w:uiPriority w:val="99"/>
    <w:semiHidden/>
    <w:unhideWhenUsed/>
    <w:rsid w:val="00213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368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368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3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36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5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predkladaci_zprav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predkladaci_zprava.dot</Template>
  <TotalTime>34</TotalTime>
  <Pages>1</Pages>
  <Words>379</Words>
  <Characters>2118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"[Klepněte sem a vložte římské číslo dle čísla na obálce</vt:lpstr>
      <vt:lpstr>"[Klepněte sem a vložte římské číslo dle čísla na obálce</vt:lpstr>
    </vt:vector>
  </TitlesOfParts>
  <Company>uvcr</Company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subject/>
  <dc:creator>Radka Bezděkovská</dc:creator>
  <cp:keywords/>
  <cp:lastModifiedBy>Vendula Kodetová</cp:lastModifiedBy>
  <cp:revision>5</cp:revision>
  <cp:lastPrinted>2004-05-12T10:49:00Z</cp:lastPrinted>
  <dcterms:created xsi:type="dcterms:W3CDTF">2025-08-29T11:51:00Z</dcterms:created>
  <dcterms:modified xsi:type="dcterms:W3CDTF">2025-09-01T08:11:00Z</dcterms:modified>
</cp:coreProperties>
</file>